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0A" w:rsidRDefault="00D24E71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A5F1AA" wp14:editId="3534FC06">
                <wp:simplePos x="0" y="0"/>
                <wp:positionH relativeFrom="page">
                  <wp:posOffset>2355215</wp:posOffset>
                </wp:positionH>
                <wp:positionV relativeFrom="page">
                  <wp:posOffset>404753</wp:posOffset>
                </wp:positionV>
                <wp:extent cx="4749165" cy="1282065"/>
                <wp:effectExtent l="0" t="0" r="635" b="0"/>
                <wp:wrapNone/>
                <wp:docPr id="1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749165" cy="1282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4E3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0044" w:rsidRPr="00B612DE" w:rsidRDefault="00240044" w:rsidP="00B612DE">
                            <w:pPr>
                              <w:pStyle w:val="Exclamation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85.45pt;margin-top:31.85pt;width:373.95pt;height:100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" fillcolor="#00b4e3" stroked="f" strokecolor="#4a7ebb" strokeweight="1.5pt">
                <v:shadow opacity="22938f" mv:blur="38100f" offset="0,2pt"/>
                <o:lock v:ext="edit" aspectratio="t"/>
                <v:textbox inset=",0,,7.2pt">
                  <w:txbxContent>
                    <w:p w:rsidR="00240044" w:rsidRPr="00B612DE" w:rsidRDefault="00240044" w:rsidP="00B612DE">
                      <w:pPr>
                        <w:pStyle w:val="Exclamation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1" behindDoc="0" locked="0" layoutInCell="1" allowOverlap="1" wp14:anchorId="58AC6A27" wp14:editId="697134C1">
                <wp:simplePos x="0" y="0"/>
                <wp:positionH relativeFrom="page">
                  <wp:posOffset>2557145</wp:posOffset>
                </wp:positionH>
                <wp:positionV relativeFrom="page">
                  <wp:posOffset>579755</wp:posOffset>
                </wp:positionV>
                <wp:extent cx="4546600" cy="1722120"/>
                <wp:effectExtent l="0" t="0" r="0" b="5080"/>
                <wp:wrapThrough wrapText="bothSides">
                  <wp:wrapPolygon edited="0">
                    <wp:start x="121" y="0"/>
                    <wp:lineTo x="121" y="21345"/>
                    <wp:lineTo x="21359" y="21345"/>
                    <wp:lineTo x="21359" y="0"/>
                    <wp:lineTo x="121" y="0"/>
                  </wp:wrapPolygon>
                </wp:wrapThrough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044" w:rsidRDefault="00240044" w:rsidP="00B612DE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proofErr w:type="spellStart"/>
                            <w:r w:rsidRPr="00B612DE"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  <w:t>Grüner</w:t>
                            </w:r>
                            <w:proofErr w:type="spellEnd"/>
                            <w:r w:rsidRPr="00B612DE"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B612DE"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  <w:t>Tomaten</w:t>
                            </w:r>
                            <w:proofErr w:type="spellEnd"/>
                          </w:p>
                          <w:p w:rsidR="00240044" w:rsidRPr="00B612DE" w:rsidRDefault="00240044" w:rsidP="00B612DE">
                            <w:pPr>
                              <w:jc w:val="center"/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</w:pPr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gramStart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( Fried</w:t>
                            </w:r>
                            <w:proofErr w:type="gramEnd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Green Tomatoes</w:t>
                            </w:r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at the </w:t>
                            </w:r>
                            <w:proofErr w:type="spellStart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>Whistie</w:t>
                            </w:r>
                            <w:proofErr w:type="spellEnd"/>
                            <w:r w:rsidRPr="00B612DE">
                              <w:rPr>
                                <w:rFonts w:ascii="Calibri" w:hAnsi="Calibri" w:cs="Arial"/>
                                <w:i/>
                                <w:color w:val="FFFFFF" w:themeColor="background1"/>
                                <w:sz w:val="32"/>
                              </w:rPr>
                              <w:t xml:space="preserve"> Stop Cafe)</w:t>
                            </w:r>
                          </w:p>
                          <w:p w:rsidR="00240044" w:rsidRPr="00B612DE" w:rsidRDefault="00240044" w:rsidP="00B612DE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FFFFFF" w:themeColor="background1"/>
                                <w:sz w:val="32"/>
                              </w:rPr>
                              <w:t>1991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7" type="#_x0000_t202" style="position:absolute;margin-left:201.35pt;margin-top:45.65pt;width:358pt;height:135.6pt;z-index:2516736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" mv:complextextbox="1" filled="f" stroked="f">
                <v:textbox>
                  <w:txbxContent>
                    <w:p w:rsidR="00240044" w:rsidRDefault="00240044" w:rsidP="00B612DE">
                      <w:pPr>
                        <w:jc w:val="center"/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</w:pPr>
                      <w:proofErr w:type="spellStart"/>
                      <w:r w:rsidRPr="00B612DE"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  <w:t>Grüner</w:t>
                      </w:r>
                      <w:proofErr w:type="spellEnd"/>
                      <w:r w:rsidRPr="00B612DE"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B612DE"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  <w:t>Tomaten</w:t>
                      </w:r>
                      <w:proofErr w:type="spellEnd"/>
                    </w:p>
                    <w:p w:rsidR="00240044" w:rsidRPr="00B612DE" w:rsidRDefault="00240044" w:rsidP="00B612DE">
                      <w:pPr>
                        <w:jc w:val="center"/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</w:pPr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gramStart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( Fried</w:t>
                      </w:r>
                      <w:proofErr w:type="gramEnd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Green Tomatoes</w:t>
                      </w:r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at the </w:t>
                      </w:r>
                      <w:proofErr w:type="spellStart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>Whistie</w:t>
                      </w:r>
                      <w:proofErr w:type="spellEnd"/>
                      <w:r w:rsidRPr="00B612DE">
                        <w:rPr>
                          <w:rFonts w:ascii="Calibri" w:hAnsi="Calibri" w:cs="Arial"/>
                          <w:i/>
                          <w:color w:val="FFFFFF" w:themeColor="background1"/>
                          <w:sz w:val="32"/>
                        </w:rPr>
                        <w:t xml:space="preserve"> Stop Cafe)</w:t>
                      </w:r>
                    </w:p>
                    <w:p w:rsidR="00240044" w:rsidRPr="00B612DE" w:rsidRDefault="00240044" w:rsidP="00B612DE">
                      <w:pPr>
                        <w:jc w:val="center"/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FFFFFF" w:themeColor="background1"/>
                          <w:sz w:val="32"/>
                        </w:rPr>
                        <w:t>1991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5" behindDoc="0" locked="0" layoutInCell="1" allowOverlap="1" wp14:anchorId="3701C11B" wp14:editId="5959FF59">
                <wp:simplePos x="0" y="0"/>
                <wp:positionH relativeFrom="page">
                  <wp:posOffset>332105</wp:posOffset>
                </wp:positionH>
                <wp:positionV relativeFrom="page">
                  <wp:posOffset>2331720</wp:posOffset>
                </wp:positionV>
                <wp:extent cx="6920230" cy="8203565"/>
                <wp:effectExtent l="0" t="0" r="0" b="635"/>
                <wp:wrapThrough wrapText="bothSides">
                  <wp:wrapPolygon edited="0">
                    <wp:start x="79" y="0"/>
                    <wp:lineTo x="79" y="21535"/>
                    <wp:lineTo x="21406" y="21535"/>
                    <wp:lineTo x="21406" y="0"/>
                    <wp:lineTo x="79" y="0"/>
                  </wp:wrapPolygon>
                </wp:wrapThrough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0230" cy="820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044" w:rsidRPr="00D24E71" w:rsidRDefault="00240044" w:rsidP="00B61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Evelyn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eine Hausfrau zu Beginn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der </w:t>
                            </w:r>
                            <w:hyperlink r:id="rId8" w:history="1">
                              <w:r w:rsidRPr="00D24E71">
                                <w:rPr>
                                  <w:rFonts w:ascii="Arial" w:hAnsi="Arial" w:cs="Arial"/>
                                  <w:color w:val="FF0000"/>
                                  <w:sz w:val="26"/>
                                  <w:szCs w:val="26"/>
                                  <w:lang w:val="de-DE"/>
                                </w:rPr>
                                <w:t>Wechse</w:t>
                              </w:r>
                              <w:r w:rsidRPr="00D24E71">
                                <w:rPr>
                                  <w:rFonts w:ascii="Arial" w:hAnsi="Arial" w:cs="Arial"/>
                                  <w:color w:val="FF0000"/>
                                  <w:sz w:val="26"/>
                                  <w:szCs w:val="26"/>
                                  <w:lang w:val="de-DE"/>
                                </w:rPr>
                                <w:t>l</w:t>
                              </w:r>
                              <w:r w:rsidRPr="00D24E71">
                                <w:rPr>
                                  <w:rFonts w:ascii="Arial" w:hAnsi="Arial" w:cs="Arial"/>
                                  <w:color w:val="FF0000"/>
                                  <w:sz w:val="26"/>
                                  <w:szCs w:val="26"/>
                                  <w:lang w:val="de-DE"/>
                                </w:rPr>
                                <w:t>jahre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und sehr spärlich mit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Selbstbewusstsein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ausgestattet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führt eine unglückliche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Ehe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. Im Altersheim des </w:t>
                            </w:r>
                            <w:hyperlink r:id="rId9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Südstaaten</w:t>
                              </w:r>
                            </w:hyperlink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-Provinzstädchen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s</w:t>
                            </w:r>
                            <w:proofErr w:type="gram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, in</w:t>
                            </w:r>
                            <w:proofErr w:type="gram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dem sie wöchentlich die Tante ihres Ehemanns besucht, freundet sie sich mit der Seniorin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Ninny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Threadgoode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an, die ihr die tragisch-komische Lebensgeschichte eines einst dort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heranwachsenden 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Mädchens in den </w:t>
                            </w:r>
                            <w:hyperlink r:id="rId10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1920er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und </w:t>
                            </w:r>
                            <w:hyperlink r:id="rId11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1930er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Jahren erzählt:</w:t>
                            </w:r>
                          </w:p>
                          <w:p w:rsidR="00240044" w:rsidRPr="00D24E71" w:rsidRDefault="00240044" w:rsidP="00B61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</w:pP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ein eigenwilliges,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widerspenstiges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kleines Mädchen, fühlt sich nur von ihrem großen Bruder </w:t>
                            </w:r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Buddy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verstanden. Doch Buddy, der sich in die hübsche </w:t>
                            </w:r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Ruth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verliebt hat, verunglückt bei einem tragischen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 Unfall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tödlich.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ist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verbittert 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und erst nach Jahren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entwickelt 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sie allmählich eine innige Freundschaft zu Ruth, die als die bravere der beiden der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draufgängerischen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zögernd folgt. Das geht so lange, bis Ruth heiratet und nach </w:t>
                            </w:r>
                            <w:hyperlink r:id="rId12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Georgia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fortzieht.</w:t>
                            </w:r>
                          </w:p>
                          <w:p w:rsidR="00240044" w:rsidRPr="00D24E71" w:rsidRDefault="00240044" w:rsidP="00B61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Als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ihre Freundin dort einige Jahre später besucht, erfährt sie, dass Ruth von ihrem Ehemann geschlagen wird. Einige Zeit später erhält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einen Brief von Ruth, in dem sie ihr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mitteilt,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dass ihre Mutter inzwischen verstorben sei und sie nun bereit für ein neues Leben sei.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inzwischen eine überaus selbstbewusste,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burschikose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Frau, kehrt in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Begleitung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zweier Männer zurück, „entführt“ die schwangere Ruth von ihrem Mann und nimmt sie bei sich auf. Gemeinsam betreiben sie in einem kleinen Ort in </w:t>
                            </w:r>
                            <w:hyperlink r:id="rId13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Alabama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das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Whistle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Stop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Café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, wo die Titel-gebenden gebratenen grünen Tomaten angeboten werden.</w:t>
                            </w:r>
                          </w:p>
                          <w:p w:rsidR="00240044" w:rsidRPr="00D24E71" w:rsidRDefault="00240044" w:rsidP="00B61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Zum einen müssen sie sich gegen </w:t>
                            </w:r>
                            <w:hyperlink r:id="rId14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rassistische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Zeitgenossen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behaupten</w:t>
                            </w:r>
                            <w:proofErr w:type="gram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, aus</w:t>
                            </w:r>
                            <w:proofErr w:type="gram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deren Sicht es sich nicht gehört, </w:t>
                            </w:r>
                            <w:hyperlink r:id="rId15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Afroamerikaner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zu bedienen. Zum anderen auch gegen Ruths verlassenen Ehemann </w:t>
                            </w:r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Frank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der Ruth aufsucht und ihr das Kind wegnehmen will. In einer Nacht nach seinem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Auftauchen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ist er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spurlos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verschwunden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wird deswegen Jahre später des Mordes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angeklagt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jedoch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freigesprochen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. Erst später stellt sich heraus, dass der aggressive Ehemann von der afroamerikanischen Köchin mit einer </w:t>
                            </w:r>
                            <w:hyperlink r:id="rId16" w:history="1">
                              <w:r w:rsidRPr="00D24E71">
                                <w:rPr>
                                  <w:rFonts w:ascii="Arial" w:hAnsi="Arial" w:cs="Arial"/>
                                  <w:color w:val="FF0000"/>
                                  <w:sz w:val="26"/>
                                  <w:szCs w:val="26"/>
                                  <w:lang w:val="de-DE"/>
                                </w:rPr>
                                <w:t>gusseisernen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 Bratpfanne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erschlagen wurde. Ein anderer dort arbeitender Angestellter namens </w:t>
                            </w:r>
                            <w:r w:rsidRPr="00D24E71">
                              <w:rPr>
                                <w:rFonts w:ascii="Arial" w:hAnsi="Arial" w:cs="Arial"/>
                                <w:i/>
                                <w:iCs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Big George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, ebenfalls Afroamerikaner, verarbeitet die Leiche zu </w:t>
                            </w:r>
                            <w:hyperlink r:id="rId17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Barbecue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, das sogar der mit der Vermisstenanzeige befasste Sheriff als vorzüglich lobt.</w:t>
                            </w:r>
                          </w:p>
                          <w:p w:rsidR="00240044" w:rsidRPr="00D24E71" w:rsidRDefault="00240044" w:rsidP="00B612D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Später lenkt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den Mordverdacht vorsätzlich auf sich, um die schwarze Köchin zu schützen. Diese hätte bei der Konstellation „Täter schwarz, Opfer weiß, Sheriff beim </w:t>
                            </w:r>
                            <w:hyperlink r:id="rId18" w:history="1">
                              <w:r w:rsidRPr="00D24E71">
                                <w:rPr>
                                  <w:rFonts w:ascii="Arial" w:hAnsi="Arial" w:cs="Arial"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Ku-Klux-Klan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“ bei Gericht keine Chance gehabt. In der Verhandlung hilft der Gemeindepfarrer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überraschend mit einem Meineid, wobei er allerdings nicht auf die Bibel, sondern verborgen auf eine Ausgabe von </w:t>
                            </w:r>
                            <w:hyperlink r:id="rId19" w:history="1">
                              <w:r w:rsidRPr="00D24E71">
                                <w:rPr>
                                  <w:rFonts w:ascii="Arial" w:hAnsi="Arial" w:cs="Arial"/>
                                  <w:i/>
                                  <w:iCs/>
                                  <w:color w:val="FFFFFF" w:themeColor="background1"/>
                                  <w:sz w:val="26"/>
                                  <w:szCs w:val="26"/>
                                  <w:lang w:val="de-DE"/>
                                </w:rPr>
                                <w:t>Moby Dick</w:t>
                              </w:r>
                            </w:hyperlink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schwört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. Später muss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Idgie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einen bitteren Verlust hinnehmen, als Ruth 1939 an 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>Krebs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stirbt.</w:t>
                            </w:r>
                          </w:p>
                          <w:p w:rsidR="00240044" w:rsidRPr="00B612DE" w:rsidRDefault="00240044" w:rsidP="00B612DE">
                            <w:pPr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Im</w:t>
                            </w:r>
                            <w:r w:rsidRPr="00D24E71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  <w:lang w:val="de-DE"/>
                              </w:rPr>
                              <w:t xml:space="preserve"> Verlauf</w:t>
                            </w:r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der von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Ninny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Threadgoode</w:t>
                            </w:r>
                            <w:proofErr w:type="spell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erzählten Geschichte entwickelt Evelyn zunehmend Selbstbewusstsein. Zu spüren bekommt dies ihr Ehemann. Zudem gelingt es ihr, sich gegen zwei junge Damen zur Wehr zu setzen</w:t>
                            </w:r>
                            <w:proofErr w:type="gramStart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>, die</w:t>
                            </w:r>
                            <w:proofErr w:type="gramEnd"/>
                            <w:r w:rsidRPr="00D24E71">
                              <w:rPr>
                                <w:rFonts w:ascii="Arial" w:hAnsi="Arial" w:cs="Arial"/>
                                <w:color w:val="FFFFFF" w:themeColor="background1"/>
                                <w:sz w:val="26"/>
                                <w:szCs w:val="26"/>
                                <w:lang w:val="de-DE"/>
                              </w:rPr>
                              <w:t xml:space="preserve"> ihr einen Parkplatz vor der Nase weggeschnappt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26.15pt;margin-top:183.6pt;width:544.9pt;height:645.95pt;z-index:2516746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" mv:complextextbox="1" filled="f" stroked="f">
                <v:textbox>
                  <w:txbxContent>
                    <w:p w:rsidR="00240044" w:rsidRPr="00D24E71" w:rsidRDefault="00240044" w:rsidP="00B61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</w:pPr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Evelyn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eine Hausfrau zu Beginn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der </w:t>
                      </w:r>
                      <w:hyperlink r:id="rId20" w:history="1">
                        <w:r w:rsidRPr="00D24E71">
                          <w:rPr>
                            <w:rFonts w:ascii="Arial" w:hAnsi="Arial" w:cs="Arial"/>
                            <w:color w:val="FF0000"/>
                            <w:sz w:val="26"/>
                            <w:szCs w:val="26"/>
                            <w:lang w:val="de-DE"/>
                          </w:rPr>
                          <w:t>Wechse</w:t>
                        </w:r>
                        <w:r w:rsidRPr="00D24E71">
                          <w:rPr>
                            <w:rFonts w:ascii="Arial" w:hAnsi="Arial" w:cs="Arial"/>
                            <w:color w:val="FF0000"/>
                            <w:sz w:val="26"/>
                            <w:szCs w:val="26"/>
                            <w:lang w:val="de-DE"/>
                          </w:rPr>
                          <w:t>l</w:t>
                        </w:r>
                        <w:r w:rsidRPr="00D24E71">
                          <w:rPr>
                            <w:rFonts w:ascii="Arial" w:hAnsi="Arial" w:cs="Arial"/>
                            <w:color w:val="FF0000"/>
                            <w:sz w:val="26"/>
                            <w:szCs w:val="26"/>
                            <w:lang w:val="de-DE"/>
                          </w:rPr>
                          <w:t>jahre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und sehr spärlich mit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Selbstbewusstsein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ausgestattet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führt eine unglückliche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Ehe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. Im Altersheim des </w:t>
                      </w:r>
                      <w:hyperlink r:id="rId21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Südstaaten</w:t>
                        </w:r>
                      </w:hyperlink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-Provinzstädchen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s</w:t>
                      </w:r>
                      <w:proofErr w:type="gram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, in</w:t>
                      </w:r>
                      <w:proofErr w:type="gram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dem sie wöchentlich die Tante ihres Ehemanns besucht, freundet sie sich mit der Seniorin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Ninny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Threadgoode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an, die ihr die tragisch-komische Lebensgeschichte eines einst dort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heranwachsenden 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Mädchens in den </w:t>
                      </w:r>
                      <w:hyperlink r:id="rId22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1920er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und </w:t>
                      </w:r>
                      <w:hyperlink r:id="rId23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1930er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Jahren erzählt:</w:t>
                      </w:r>
                    </w:p>
                    <w:p w:rsidR="00240044" w:rsidRPr="00D24E71" w:rsidRDefault="00240044" w:rsidP="00B61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</w:pPr>
                      <w:proofErr w:type="spellStart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ein eigenwilliges,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widerspenstiges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kleines Mädchen, fühlt sich nur von ihrem großen Bruder </w:t>
                      </w:r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Buddy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verstanden. Doch Buddy, der sich in die hübsche </w:t>
                      </w:r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Ruth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verliebt hat, verunglückt bei einem tragischen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 Unfall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tödlich.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ist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verbittert 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und erst nach Jahren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entwickelt 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sie allmählich eine innige Freundschaft zu Ruth, die als die bravere der beiden der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draufgängerischen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zögernd folgt. Das geht so lange, bis Ruth heiratet und nach </w:t>
                      </w:r>
                      <w:hyperlink r:id="rId24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Georgia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fortzieht.</w:t>
                      </w:r>
                    </w:p>
                    <w:p w:rsidR="00240044" w:rsidRPr="00D24E71" w:rsidRDefault="00240044" w:rsidP="00B61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</w:pP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Als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ihre Freundin dort einige Jahre später besucht, erfährt sie, dass Ruth von ihrem Ehemann geschlagen wird. Einige Zeit später erhält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einen Brief von Ruth, in dem sie ihr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mitteilt,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dass ihre Mutter inzwischen verstorben sei und sie nun bereit für ein neues Leben sei.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inzwischen eine überaus selbstbewusste,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burschikose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Frau, kehrt in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Begleitung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zweier Männer zurück, „entführt“ die schwangere Ruth von ihrem Mann und nimmt sie bei sich auf. Gemeinsam betreiben sie in einem kleinen Ort in </w:t>
                      </w:r>
                      <w:hyperlink r:id="rId25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Alabama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das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Whistle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Stop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Café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, wo die Titel-gebenden gebratenen grünen Tomaten angeboten werden.</w:t>
                      </w:r>
                    </w:p>
                    <w:p w:rsidR="00240044" w:rsidRPr="00D24E71" w:rsidRDefault="00240044" w:rsidP="00B61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</w:pP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Zum einen müssen sie sich gegen </w:t>
                      </w:r>
                      <w:hyperlink r:id="rId26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rassistische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Zeitgenossen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behaupten</w:t>
                      </w:r>
                      <w:proofErr w:type="gram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, aus</w:t>
                      </w:r>
                      <w:proofErr w:type="gram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deren Sicht es sich nicht gehört, </w:t>
                      </w:r>
                      <w:hyperlink r:id="rId27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Afroamerikaner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zu bedienen. Zum anderen auch gegen Ruths verlassenen Ehemann </w:t>
                      </w:r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Frank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der Ruth aufsucht und ihr das Kind wegnehmen will. In einer Nacht nach seinem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Auftauchen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ist er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spurlos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verschwunden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.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wird deswegen Jahre später des Mordes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angeklagt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jedoch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freigesprochen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. Erst später stellt sich heraus, dass der aggressive Ehemann von der afroamerikanischen Köchin mit einer </w:t>
                      </w:r>
                      <w:hyperlink r:id="rId28" w:history="1">
                        <w:r w:rsidRPr="00D24E71">
                          <w:rPr>
                            <w:rFonts w:ascii="Arial" w:hAnsi="Arial" w:cs="Arial"/>
                            <w:color w:val="FF0000"/>
                            <w:sz w:val="26"/>
                            <w:szCs w:val="26"/>
                            <w:lang w:val="de-DE"/>
                          </w:rPr>
                          <w:t>gusseisernen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 Bratpfanne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erschlagen wurde. Ein anderer dort arbeitender Angestellter namens </w:t>
                      </w:r>
                      <w:r w:rsidRPr="00D24E71">
                        <w:rPr>
                          <w:rFonts w:ascii="Arial" w:hAnsi="Arial" w:cs="Arial"/>
                          <w:i/>
                          <w:iCs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Big George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, ebenfalls Afroamerikaner, verarbeitet die Leiche zu </w:t>
                      </w:r>
                      <w:hyperlink r:id="rId29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Barbecue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, das sogar der mit der Vermisstenanzeige befasste Sheriff als vorzüglich lobt.</w:t>
                      </w:r>
                    </w:p>
                    <w:p w:rsidR="00240044" w:rsidRPr="00D24E71" w:rsidRDefault="00240044" w:rsidP="00B612D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</w:pP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Später lenkt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den Mordverdacht vorsätzlich auf sich, um die schwarze Köchin zu schützen. Diese hätte bei der Konstellation „Täter schwarz, Opfer weiß, Sheriff beim </w:t>
                      </w:r>
                      <w:hyperlink r:id="rId30" w:history="1">
                        <w:r w:rsidRPr="00D24E71">
                          <w:rPr>
                            <w:rFonts w:ascii="Arial" w:hAnsi="Arial" w:cs="Arial"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Ku-Klux-Klan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“ bei Gericht keine Chance gehabt. In der Verhandlung hilft der Gemeindepfarrer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überraschend mit einem Meineid, wobei er allerdings nicht auf die Bibel, sondern verborgen auf eine Ausgabe von </w:t>
                      </w:r>
                      <w:hyperlink r:id="rId31" w:history="1">
                        <w:r w:rsidRPr="00D24E71">
                          <w:rPr>
                            <w:rFonts w:ascii="Arial" w:hAnsi="Arial" w:cs="Arial"/>
                            <w:i/>
                            <w:iCs/>
                            <w:color w:val="FFFFFF" w:themeColor="background1"/>
                            <w:sz w:val="26"/>
                            <w:szCs w:val="26"/>
                            <w:lang w:val="de-DE"/>
                          </w:rPr>
                          <w:t>Moby Dick</w:t>
                        </w:r>
                      </w:hyperlink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schwört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. Später muss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Idgie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einen bitteren Verlust hinnehmen, als Ruth 1939 an 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>Krebs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stirbt.</w:t>
                      </w:r>
                    </w:p>
                    <w:p w:rsidR="00240044" w:rsidRPr="00B612DE" w:rsidRDefault="00240044" w:rsidP="00B612DE">
                      <w:pPr>
                        <w:rPr>
                          <w:color w:val="FFFFFF" w:themeColor="background1"/>
                          <w:lang w:val="de-DE"/>
                        </w:rPr>
                      </w:pP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Im</w:t>
                      </w:r>
                      <w:r w:rsidRPr="00D24E71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  <w:lang w:val="de-DE"/>
                        </w:rPr>
                        <w:t xml:space="preserve"> Verlauf</w:t>
                      </w:r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der von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Ninny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</w:t>
                      </w:r>
                      <w:proofErr w:type="spell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Threadgoode</w:t>
                      </w:r>
                      <w:proofErr w:type="spell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erzählten Geschichte entwickelt Evelyn zunehmend Selbstbewusstsein. Zu spüren bekommt dies ihr Ehemann. Zudem gelingt es ihr, sich gegen zwei junge Damen zur Wehr zu setzen</w:t>
                      </w:r>
                      <w:proofErr w:type="gramStart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>, die</w:t>
                      </w:r>
                      <w:proofErr w:type="gramEnd"/>
                      <w:r w:rsidRPr="00D24E71">
                        <w:rPr>
                          <w:rFonts w:ascii="Arial" w:hAnsi="Arial" w:cs="Arial"/>
                          <w:color w:val="FFFFFF" w:themeColor="background1"/>
                          <w:sz w:val="26"/>
                          <w:szCs w:val="26"/>
                          <w:lang w:val="de-DE"/>
                        </w:rPr>
                        <w:t xml:space="preserve"> ihr einen Parkplatz vor der Nase weggeschnappt haben.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B612DE">
        <w:rPr>
          <w:noProof/>
          <w:lang w:val="fr-FR" w:eastAsia="fr-FR"/>
        </w:rPr>
        <w:drawing>
          <wp:anchor distT="0" distB="15875" distL="118745" distR="121285" simplePos="0" relativeHeight="251670529" behindDoc="0" locked="0" layoutInCell="1" allowOverlap="1" wp14:anchorId="7604A782" wp14:editId="2B9B1EA3">
            <wp:simplePos x="0" y="0"/>
            <wp:positionH relativeFrom="page">
              <wp:posOffset>457200</wp:posOffset>
            </wp:positionH>
            <wp:positionV relativeFrom="page">
              <wp:posOffset>169545</wp:posOffset>
            </wp:positionV>
            <wp:extent cx="1371600" cy="1750695"/>
            <wp:effectExtent l="0" t="0" r="0" b="1905"/>
            <wp:wrapTight wrapText="bothSides">
              <wp:wrapPolygon edited="0">
                <wp:start x="1200" y="0"/>
                <wp:lineTo x="0" y="940"/>
                <wp:lineTo x="0" y="20057"/>
                <wp:lineTo x="800" y="21310"/>
                <wp:lineTo x="1200" y="21310"/>
                <wp:lineTo x="20000" y="21310"/>
                <wp:lineTo x="20400" y="21310"/>
                <wp:lineTo x="21200" y="20057"/>
                <wp:lineTo x="21200" y="940"/>
                <wp:lineTo x="20000" y="0"/>
                <wp:lineTo x="1200" y="0"/>
              </wp:wrapPolygon>
            </wp:wrapTight>
            <wp:docPr id="12" name="Placeholde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laceholder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50695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2D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32928" wp14:editId="237ECA7C">
                <wp:simplePos x="0" y="0"/>
                <wp:positionH relativeFrom="page">
                  <wp:posOffset>284480</wp:posOffset>
                </wp:positionH>
                <wp:positionV relativeFrom="page">
                  <wp:posOffset>2014779</wp:posOffset>
                </wp:positionV>
                <wp:extent cx="6998335" cy="8322385"/>
                <wp:effectExtent l="0" t="0" r="12065" b="889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8335" cy="8322385"/>
                        </a:xfrm>
                        <a:prstGeom prst="roundRect">
                          <a:avLst>
                            <a:gd name="adj" fmla="val 9137"/>
                          </a:avLst>
                        </a:prstGeom>
                        <a:solidFill>
                          <a:srgbClr val="1BB35D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22.4pt;margin-top:158.65pt;width:551.05pt;height:655.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59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" fillcolor="#1bb35d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  <w:bookmarkStart w:id="0" w:name="_GoBack"/>
      <w:bookmarkEnd w:id="0"/>
    </w:p>
    <w:sectPr w:rsidR="0054060A">
      <w:pgSz w:w="11909" w:h="16834"/>
      <w:pgMar w:top="1080" w:right="720" w:bottom="108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06" w:rsidRDefault="00113006">
      <w:r>
        <w:separator/>
      </w:r>
    </w:p>
  </w:endnote>
  <w:endnote w:type="continuationSeparator" w:id="0">
    <w:p w:rsidR="00113006" w:rsidRDefault="0011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06" w:rsidRDefault="00113006">
      <w:r>
        <w:separator/>
      </w:r>
    </w:p>
  </w:footnote>
  <w:footnote w:type="continuationSeparator" w:id="0">
    <w:p w:rsidR="00113006" w:rsidRDefault="00113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14E4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attachedTemplate r:id="rId1"/>
  <w:revisionView w:markup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  <w:docVar w:name="ShowDynamicGuides" w:val="1"/>
    <w:docVar w:name="ShowMarginGuides" w:val="1"/>
    <w:docVar w:name="ShowOutlines" w:val="0"/>
    <w:docVar w:name="ShowStaticGuides" w:val="0"/>
  </w:docVars>
  <w:rsids>
    <w:rsidRoot w:val="00B612DE"/>
    <w:rsid w:val="00113006"/>
    <w:rsid w:val="001F5223"/>
    <w:rsid w:val="00240044"/>
    <w:rsid w:val="0054060A"/>
    <w:rsid w:val="005D7AD7"/>
    <w:rsid w:val="009645F8"/>
    <w:rsid w:val="00B612DE"/>
    <w:rsid w:val="00D24E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CE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s Gothic MT" w:eastAsia="Times New Roman" w:hAnsi="News Gothic MT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link w:val="Titre1Car"/>
    <w:qFormat/>
    <w:pPr>
      <w:spacing w:line="360" w:lineRule="auto"/>
      <w:jc w:val="center"/>
      <w:outlineLvl w:val="0"/>
    </w:pPr>
    <w:rPr>
      <w:bCs/>
      <w:color w:val="FFFFFF"/>
      <w:sz w:val="26"/>
      <w:szCs w:val="32"/>
    </w:rPr>
  </w:style>
  <w:style w:type="paragraph" w:styleId="Titre2">
    <w:name w:val="heading 2"/>
    <w:basedOn w:val="Normal"/>
    <w:link w:val="Titre2Car"/>
    <w:unhideWhenUsed/>
    <w:qFormat/>
    <w:pPr>
      <w:jc w:val="center"/>
      <w:outlineLvl w:val="1"/>
    </w:pPr>
    <w:rPr>
      <w:bCs/>
      <w:color w:val="FFFFFF"/>
      <w:sz w:val="22"/>
      <w:szCs w:val="26"/>
    </w:rPr>
  </w:style>
  <w:style w:type="paragraph" w:styleId="Titre3">
    <w:name w:val="heading 3"/>
    <w:basedOn w:val="Normal"/>
    <w:link w:val="Titre3Car"/>
    <w:semiHidden/>
    <w:unhideWhenUsed/>
    <w:qFormat/>
    <w:pPr>
      <w:jc w:val="center"/>
      <w:outlineLvl w:val="2"/>
    </w:pPr>
    <w:rPr>
      <w:rFonts w:ascii="Rockwell Extra Bold" w:hAnsi="Rockwell Extra Bold"/>
      <w:bCs/>
      <w:smallCaps/>
      <w:color w:val="1BB35D"/>
      <w:spacing w:val="2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semiHidden/>
  </w:style>
  <w:style w:type="paragraph" w:styleId="Pieddepage">
    <w:name w:val="footer"/>
    <w:basedOn w:val="Normal"/>
    <w:link w:val="PieddepageCar"/>
    <w:semiHidden/>
    <w:unhideWhenUsed/>
    <w:pPr>
      <w:jc w:val="center"/>
    </w:pPr>
    <w:rPr>
      <w:color w:val="441700"/>
      <w:sz w:val="18"/>
    </w:rPr>
  </w:style>
  <w:style w:type="character" w:customStyle="1" w:styleId="PieddepageCar">
    <w:name w:val="Pied de page Car"/>
    <w:link w:val="Pieddepage"/>
    <w:semiHidden/>
    <w:rPr>
      <w:color w:val="441700"/>
      <w:sz w:val="18"/>
    </w:rPr>
  </w:style>
  <w:style w:type="paragraph" w:styleId="Titre">
    <w:name w:val="Title"/>
    <w:basedOn w:val="Normal"/>
    <w:link w:val="TitreCar"/>
    <w:qFormat/>
    <w:pPr>
      <w:spacing w:line="1200" w:lineRule="exact"/>
      <w:jc w:val="center"/>
    </w:pPr>
    <w:rPr>
      <w:rFonts w:ascii="Rockwell Extra Bold" w:hAnsi="Rockwell Extra Bold"/>
      <w:smallCaps/>
      <w:color w:val="001645"/>
      <w:kern w:val="26"/>
      <w:sz w:val="132"/>
      <w:szCs w:val="52"/>
    </w:rPr>
  </w:style>
  <w:style w:type="character" w:customStyle="1" w:styleId="TitreCar">
    <w:name w:val="Titre Car"/>
    <w:link w:val="Titre"/>
    <w:rPr>
      <w:rFonts w:ascii="Rockwell Extra Bold" w:eastAsia="Times New Roman" w:hAnsi="Rockwell Extra Bold" w:cs="Times New Roman"/>
      <w:smallCaps/>
      <w:color w:val="001645"/>
      <w:kern w:val="26"/>
      <w:sz w:val="132"/>
      <w:szCs w:val="52"/>
    </w:rPr>
  </w:style>
  <w:style w:type="paragraph" w:styleId="Sous-titre">
    <w:name w:val="Subtitle"/>
    <w:basedOn w:val="Normal"/>
    <w:link w:val="Sous-titreCar"/>
    <w:qFormat/>
    <w:pPr>
      <w:numPr>
        <w:ilvl w:val="1"/>
      </w:numPr>
      <w:jc w:val="center"/>
    </w:pPr>
    <w:rPr>
      <w:iCs/>
      <w:caps/>
      <w:color w:val="00676D"/>
      <w:spacing w:val="20"/>
      <w:sz w:val="56"/>
    </w:rPr>
  </w:style>
  <w:style w:type="character" w:customStyle="1" w:styleId="Sous-titreCar">
    <w:name w:val="Sous-titre Car"/>
    <w:link w:val="Sous-titre"/>
    <w:rPr>
      <w:rFonts w:ascii="News Gothic MT" w:eastAsia="Times New Roman" w:hAnsi="News Gothic MT" w:cs="Times New Roman"/>
      <w:iCs/>
      <w:caps/>
      <w:color w:val="00676D"/>
      <w:spacing w:val="20"/>
      <w:sz w:val="56"/>
    </w:rPr>
  </w:style>
  <w:style w:type="character" w:customStyle="1" w:styleId="Titre1Car">
    <w:name w:val="Titre 1 Car"/>
    <w:link w:val="Titre1"/>
    <w:rPr>
      <w:rFonts w:ascii="News Gothic MT" w:eastAsia="Times New Roman" w:hAnsi="News Gothic MT" w:cs="Times New Roman"/>
      <w:bCs/>
      <w:color w:val="FFFFFF"/>
      <w:sz w:val="26"/>
      <w:szCs w:val="32"/>
    </w:rPr>
  </w:style>
  <w:style w:type="character" w:customStyle="1" w:styleId="Titre2Car">
    <w:name w:val="Titre 2 Car"/>
    <w:link w:val="Titre2"/>
    <w:rPr>
      <w:rFonts w:ascii="News Gothic MT" w:eastAsia="Times New Roman" w:hAnsi="News Gothic MT" w:cs="Times New Roman"/>
      <w:bCs/>
      <w:color w:val="FFFFFF"/>
      <w:sz w:val="22"/>
      <w:szCs w:val="26"/>
    </w:rPr>
  </w:style>
  <w:style w:type="character" w:customStyle="1" w:styleId="Titre3Car">
    <w:name w:val="Titre 3 Car"/>
    <w:link w:val="Titre3"/>
    <w:semiHidden/>
    <w:rPr>
      <w:rFonts w:ascii="Rockwell Extra Bold" w:eastAsia="Times New Roman" w:hAnsi="Rockwell Extra Bold" w:cs="Times New Roman"/>
      <w:bCs/>
      <w:smallCaps/>
      <w:color w:val="1BB35D"/>
      <w:spacing w:val="20"/>
      <w:sz w:val="40"/>
    </w:rPr>
  </w:style>
  <w:style w:type="paragraph" w:styleId="Date">
    <w:name w:val="Date"/>
    <w:basedOn w:val="Normal"/>
    <w:link w:val="DateCar"/>
    <w:semiHidden/>
    <w:unhideWhenUsed/>
    <w:pPr>
      <w:jc w:val="center"/>
    </w:pPr>
    <w:rPr>
      <w:rFonts w:ascii="Rockwell Extra Bold" w:hAnsi="Rockwell Extra Bold"/>
      <w:color w:val="FFFFFF"/>
      <w:spacing w:val="20"/>
      <w:sz w:val="76"/>
    </w:rPr>
  </w:style>
  <w:style w:type="character" w:customStyle="1" w:styleId="DateCar">
    <w:name w:val="Date Car"/>
    <w:link w:val="Date"/>
    <w:semiHidden/>
    <w:rPr>
      <w:rFonts w:ascii="Rockwell Extra Bold" w:eastAsia="Times New Roman" w:hAnsi="Rockwell Extra Bold" w:cs="Times New Roman"/>
      <w:color w:val="FFFFFF"/>
      <w:spacing w:val="20"/>
      <w:sz w:val="76"/>
    </w:rPr>
  </w:style>
  <w:style w:type="paragraph" w:customStyle="1" w:styleId="Exclamation">
    <w:name w:val="Exclamation"/>
    <w:basedOn w:val="Normal"/>
    <w:qFormat/>
    <w:pPr>
      <w:spacing w:line="4400" w:lineRule="exact"/>
      <w:jc w:val="center"/>
    </w:pPr>
    <w:rPr>
      <w:rFonts w:ascii="Rockwell" w:hAnsi="Rockwell" w:cs="Rockwell"/>
      <w:b/>
      <w:color w:val="FFFFFF"/>
      <w:sz w:val="4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s Gothic MT" w:eastAsia="Times New Roman" w:hAnsi="News Gothic MT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link w:val="Titre1Car"/>
    <w:qFormat/>
    <w:pPr>
      <w:spacing w:line="360" w:lineRule="auto"/>
      <w:jc w:val="center"/>
      <w:outlineLvl w:val="0"/>
    </w:pPr>
    <w:rPr>
      <w:bCs/>
      <w:color w:val="FFFFFF"/>
      <w:sz w:val="26"/>
      <w:szCs w:val="32"/>
    </w:rPr>
  </w:style>
  <w:style w:type="paragraph" w:styleId="Titre2">
    <w:name w:val="heading 2"/>
    <w:basedOn w:val="Normal"/>
    <w:link w:val="Titre2Car"/>
    <w:unhideWhenUsed/>
    <w:qFormat/>
    <w:pPr>
      <w:jc w:val="center"/>
      <w:outlineLvl w:val="1"/>
    </w:pPr>
    <w:rPr>
      <w:bCs/>
      <w:color w:val="FFFFFF"/>
      <w:sz w:val="22"/>
      <w:szCs w:val="26"/>
    </w:rPr>
  </w:style>
  <w:style w:type="paragraph" w:styleId="Titre3">
    <w:name w:val="heading 3"/>
    <w:basedOn w:val="Normal"/>
    <w:link w:val="Titre3Car"/>
    <w:semiHidden/>
    <w:unhideWhenUsed/>
    <w:qFormat/>
    <w:pPr>
      <w:jc w:val="center"/>
      <w:outlineLvl w:val="2"/>
    </w:pPr>
    <w:rPr>
      <w:rFonts w:ascii="Rockwell Extra Bold" w:hAnsi="Rockwell Extra Bold"/>
      <w:bCs/>
      <w:smallCaps/>
      <w:color w:val="1BB35D"/>
      <w:spacing w:val="2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semiHidden/>
  </w:style>
  <w:style w:type="paragraph" w:styleId="Pieddepage">
    <w:name w:val="footer"/>
    <w:basedOn w:val="Normal"/>
    <w:link w:val="PieddepageCar"/>
    <w:semiHidden/>
    <w:unhideWhenUsed/>
    <w:pPr>
      <w:jc w:val="center"/>
    </w:pPr>
    <w:rPr>
      <w:color w:val="441700"/>
      <w:sz w:val="18"/>
    </w:rPr>
  </w:style>
  <w:style w:type="character" w:customStyle="1" w:styleId="PieddepageCar">
    <w:name w:val="Pied de page Car"/>
    <w:link w:val="Pieddepage"/>
    <w:semiHidden/>
    <w:rPr>
      <w:color w:val="441700"/>
      <w:sz w:val="18"/>
    </w:rPr>
  </w:style>
  <w:style w:type="paragraph" w:styleId="Titre">
    <w:name w:val="Title"/>
    <w:basedOn w:val="Normal"/>
    <w:link w:val="TitreCar"/>
    <w:qFormat/>
    <w:pPr>
      <w:spacing w:line="1200" w:lineRule="exact"/>
      <w:jc w:val="center"/>
    </w:pPr>
    <w:rPr>
      <w:rFonts w:ascii="Rockwell Extra Bold" w:hAnsi="Rockwell Extra Bold"/>
      <w:smallCaps/>
      <w:color w:val="001645"/>
      <w:kern w:val="26"/>
      <w:sz w:val="132"/>
      <w:szCs w:val="52"/>
    </w:rPr>
  </w:style>
  <w:style w:type="character" w:customStyle="1" w:styleId="TitreCar">
    <w:name w:val="Titre Car"/>
    <w:link w:val="Titre"/>
    <w:rPr>
      <w:rFonts w:ascii="Rockwell Extra Bold" w:eastAsia="Times New Roman" w:hAnsi="Rockwell Extra Bold" w:cs="Times New Roman"/>
      <w:smallCaps/>
      <w:color w:val="001645"/>
      <w:kern w:val="26"/>
      <w:sz w:val="132"/>
      <w:szCs w:val="52"/>
    </w:rPr>
  </w:style>
  <w:style w:type="paragraph" w:styleId="Sous-titre">
    <w:name w:val="Subtitle"/>
    <w:basedOn w:val="Normal"/>
    <w:link w:val="Sous-titreCar"/>
    <w:qFormat/>
    <w:pPr>
      <w:numPr>
        <w:ilvl w:val="1"/>
      </w:numPr>
      <w:jc w:val="center"/>
    </w:pPr>
    <w:rPr>
      <w:iCs/>
      <w:caps/>
      <w:color w:val="00676D"/>
      <w:spacing w:val="20"/>
      <w:sz w:val="56"/>
    </w:rPr>
  </w:style>
  <w:style w:type="character" w:customStyle="1" w:styleId="Sous-titreCar">
    <w:name w:val="Sous-titre Car"/>
    <w:link w:val="Sous-titre"/>
    <w:rPr>
      <w:rFonts w:ascii="News Gothic MT" w:eastAsia="Times New Roman" w:hAnsi="News Gothic MT" w:cs="Times New Roman"/>
      <w:iCs/>
      <w:caps/>
      <w:color w:val="00676D"/>
      <w:spacing w:val="20"/>
      <w:sz w:val="56"/>
    </w:rPr>
  </w:style>
  <w:style w:type="character" w:customStyle="1" w:styleId="Titre1Car">
    <w:name w:val="Titre 1 Car"/>
    <w:link w:val="Titre1"/>
    <w:rPr>
      <w:rFonts w:ascii="News Gothic MT" w:eastAsia="Times New Roman" w:hAnsi="News Gothic MT" w:cs="Times New Roman"/>
      <w:bCs/>
      <w:color w:val="FFFFFF"/>
      <w:sz w:val="26"/>
      <w:szCs w:val="32"/>
    </w:rPr>
  </w:style>
  <w:style w:type="character" w:customStyle="1" w:styleId="Titre2Car">
    <w:name w:val="Titre 2 Car"/>
    <w:link w:val="Titre2"/>
    <w:rPr>
      <w:rFonts w:ascii="News Gothic MT" w:eastAsia="Times New Roman" w:hAnsi="News Gothic MT" w:cs="Times New Roman"/>
      <w:bCs/>
      <w:color w:val="FFFFFF"/>
      <w:sz w:val="22"/>
      <w:szCs w:val="26"/>
    </w:rPr>
  </w:style>
  <w:style w:type="character" w:customStyle="1" w:styleId="Titre3Car">
    <w:name w:val="Titre 3 Car"/>
    <w:link w:val="Titre3"/>
    <w:semiHidden/>
    <w:rPr>
      <w:rFonts w:ascii="Rockwell Extra Bold" w:eastAsia="Times New Roman" w:hAnsi="Rockwell Extra Bold" w:cs="Times New Roman"/>
      <w:bCs/>
      <w:smallCaps/>
      <w:color w:val="1BB35D"/>
      <w:spacing w:val="20"/>
      <w:sz w:val="40"/>
    </w:rPr>
  </w:style>
  <w:style w:type="paragraph" w:styleId="Date">
    <w:name w:val="Date"/>
    <w:basedOn w:val="Normal"/>
    <w:link w:val="DateCar"/>
    <w:semiHidden/>
    <w:unhideWhenUsed/>
    <w:pPr>
      <w:jc w:val="center"/>
    </w:pPr>
    <w:rPr>
      <w:rFonts w:ascii="Rockwell Extra Bold" w:hAnsi="Rockwell Extra Bold"/>
      <w:color w:val="FFFFFF"/>
      <w:spacing w:val="20"/>
      <w:sz w:val="76"/>
    </w:rPr>
  </w:style>
  <w:style w:type="character" w:customStyle="1" w:styleId="DateCar">
    <w:name w:val="Date Car"/>
    <w:link w:val="Date"/>
    <w:semiHidden/>
    <w:rPr>
      <w:rFonts w:ascii="Rockwell Extra Bold" w:eastAsia="Times New Roman" w:hAnsi="Rockwell Extra Bold" w:cs="Times New Roman"/>
      <w:color w:val="FFFFFF"/>
      <w:spacing w:val="20"/>
      <w:sz w:val="76"/>
    </w:rPr>
  </w:style>
  <w:style w:type="paragraph" w:customStyle="1" w:styleId="Exclamation">
    <w:name w:val="Exclamation"/>
    <w:basedOn w:val="Normal"/>
    <w:qFormat/>
    <w:pPr>
      <w:spacing w:line="4400" w:lineRule="exact"/>
      <w:jc w:val="center"/>
    </w:pPr>
    <w:rPr>
      <w:rFonts w:ascii="Rockwell" w:hAnsi="Rockwell" w:cs="Rockwell"/>
      <w:b/>
      <w:color w:val="FFFFFF"/>
      <w:sz w:val="4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de.wikipedia.org/wiki/Klimakterium" TargetMode="External"/><Relationship Id="rId21" Type="http://schemas.openxmlformats.org/officeDocument/2006/relationships/hyperlink" Target="http://de.wikipedia.org/wiki/S%C3%BCdstaaten" TargetMode="External"/><Relationship Id="rId22" Type="http://schemas.openxmlformats.org/officeDocument/2006/relationships/hyperlink" Target="http://de.wikipedia.org/wiki/1920er" TargetMode="External"/><Relationship Id="rId23" Type="http://schemas.openxmlformats.org/officeDocument/2006/relationships/hyperlink" Target="http://de.wikipedia.org/wiki/1930er" TargetMode="External"/><Relationship Id="rId24" Type="http://schemas.openxmlformats.org/officeDocument/2006/relationships/hyperlink" Target="http://de.wikipedia.org/wiki/Georgia" TargetMode="External"/><Relationship Id="rId25" Type="http://schemas.openxmlformats.org/officeDocument/2006/relationships/hyperlink" Target="http://de.wikipedia.org/wiki/Alabama" TargetMode="External"/><Relationship Id="rId26" Type="http://schemas.openxmlformats.org/officeDocument/2006/relationships/hyperlink" Target="http://de.wikipedia.org/wiki/Rassismus" TargetMode="External"/><Relationship Id="rId27" Type="http://schemas.openxmlformats.org/officeDocument/2006/relationships/hyperlink" Target="http://de.wikipedia.org/wiki/Afroamerikaner" TargetMode="External"/><Relationship Id="rId28" Type="http://schemas.openxmlformats.org/officeDocument/2006/relationships/hyperlink" Target="http://de.wikipedia.org/wiki/Gusseisen" TargetMode="External"/><Relationship Id="rId29" Type="http://schemas.openxmlformats.org/officeDocument/2006/relationships/hyperlink" Target="http://de.wikipedia.org/wiki/Barbecu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de.wikipedia.org/wiki/Ku-Klux-Klan" TargetMode="External"/><Relationship Id="rId31" Type="http://schemas.openxmlformats.org/officeDocument/2006/relationships/hyperlink" Target="http://de.wikipedia.org/wiki/Moby_Dick" TargetMode="External"/><Relationship Id="rId32" Type="http://schemas.openxmlformats.org/officeDocument/2006/relationships/image" Target="media/image1.jpg"/><Relationship Id="rId9" Type="http://schemas.openxmlformats.org/officeDocument/2006/relationships/hyperlink" Target="http://de.wikipedia.org/wiki/S%C3%BCdstaaten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de.wikipedia.org/wiki/Klimakterium" TargetMode="Externa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http://de.wikipedia.org/wiki/1920er" TargetMode="External"/><Relationship Id="rId11" Type="http://schemas.openxmlformats.org/officeDocument/2006/relationships/hyperlink" Target="http://de.wikipedia.org/wiki/1930er" TargetMode="External"/><Relationship Id="rId12" Type="http://schemas.openxmlformats.org/officeDocument/2006/relationships/hyperlink" Target="http://de.wikipedia.org/wiki/Georgia" TargetMode="External"/><Relationship Id="rId13" Type="http://schemas.openxmlformats.org/officeDocument/2006/relationships/hyperlink" Target="http://de.wikipedia.org/wiki/Alabama" TargetMode="External"/><Relationship Id="rId14" Type="http://schemas.openxmlformats.org/officeDocument/2006/relationships/hyperlink" Target="http://de.wikipedia.org/wiki/Rassismus" TargetMode="External"/><Relationship Id="rId15" Type="http://schemas.openxmlformats.org/officeDocument/2006/relationships/hyperlink" Target="http://de.wikipedia.org/wiki/Afroamerikaner" TargetMode="External"/><Relationship Id="rId16" Type="http://schemas.openxmlformats.org/officeDocument/2006/relationships/hyperlink" Target="http://de.wikipedia.org/wiki/Gusseisen" TargetMode="External"/><Relationship Id="rId17" Type="http://schemas.openxmlformats.org/officeDocument/2006/relationships/hyperlink" Target="http://de.wikipedia.org/wiki/Barbecue" TargetMode="External"/><Relationship Id="rId18" Type="http://schemas.openxmlformats.org/officeDocument/2006/relationships/hyperlink" Target="http://de.wikipedia.org/wiki/Ku-Klux-Klan" TargetMode="External"/><Relationship Id="rId19" Type="http://schemas.openxmlformats.org/officeDocument/2006/relationships/hyperlink" Target="http://de.wikipedia.org/wiki/Moby_Dic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Mode&#768;les:Affichage%20en%20mode%20Publication:Affiches:Affiche.dotx" TargetMode="External"/></Relationships>
</file>

<file path=word/theme/theme1.xml><?xml version="1.0" encoding="utf-8"?>
<a:theme xmlns:a="http://schemas.openxmlformats.org/drawingml/2006/main" name="Office Theme">
  <a:themeElements>
    <a:clrScheme name="Shout Poster">
      <a:dk1>
        <a:sysClr val="windowText" lastClr="000000"/>
      </a:dk1>
      <a:lt1>
        <a:sysClr val="window" lastClr="FFFFFF"/>
      </a:lt1>
      <a:dk2>
        <a:srgbClr val="00B4E3"/>
      </a:dk2>
      <a:lt2>
        <a:srgbClr val="1BB35D"/>
      </a:lt2>
      <a:accent1>
        <a:srgbClr val="001645"/>
      </a:accent1>
      <a:accent2>
        <a:srgbClr val="441700"/>
      </a:accent2>
      <a:accent3>
        <a:srgbClr val="00676D"/>
      </a:accent3>
      <a:accent4>
        <a:srgbClr val="CAB30A"/>
      </a:accent4>
      <a:accent5>
        <a:srgbClr val="BB0F2B"/>
      </a:accent5>
      <a:accent6>
        <a:srgbClr val="A49660"/>
      </a:accent6>
      <a:hlink>
        <a:srgbClr val="523B3D"/>
      </a:hlink>
      <a:folHlink>
        <a:srgbClr val="C67E1F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Affiche.dotx</Template>
  <TotalTime>33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FISCHER</dc:creator>
  <cp:keywords/>
  <dc:description/>
  <cp:lastModifiedBy>Clémence FISCHER</cp:lastModifiedBy>
  <cp:revision>1</cp:revision>
  <dcterms:created xsi:type="dcterms:W3CDTF">2013-09-20T18:58:00Z</dcterms:created>
  <dcterms:modified xsi:type="dcterms:W3CDTF">2013-09-20T19:37:00Z</dcterms:modified>
  <cp:category/>
</cp:coreProperties>
</file>